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C56E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F5A8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F5A81">
        <w:rPr>
          <w:rFonts w:ascii="Corbel" w:hAnsi="Corbel"/>
          <w:bCs/>
          <w:i/>
        </w:rPr>
        <w:t>23</w:t>
      </w:r>
    </w:p>
    <w:p w14:paraId="0E8F03D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92DE65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40DD1">
        <w:rPr>
          <w:rFonts w:ascii="Corbel" w:hAnsi="Corbel"/>
          <w:i/>
          <w:smallCaps/>
          <w:sz w:val="24"/>
          <w:szCs w:val="24"/>
        </w:rPr>
        <w:t>2024-2027</w:t>
      </w:r>
    </w:p>
    <w:p w14:paraId="606A7E4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07ACBAB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025E4">
        <w:rPr>
          <w:rFonts w:ascii="Corbel" w:hAnsi="Corbel"/>
          <w:sz w:val="20"/>
          <w:szCs w:val="20"/>
        </w:rPr>
        <w:t>202</w:t>
      </w:r>
      <w:r w:rsidR="00A40DD1">
        <w:rPr>
          <w:rFonts w:ascii="Corbel" w:hAnsi="Corbel"/>
          <w:sz w:val="20"/>
          <w:szCs w:val="20"/>
        </w:rPr>
        <w:t>6</w:t>
      </w:r>
      <w:r w:rsidR="00E025E4">
        <w:rPr>
          <w:rFonts w:ascii="Corbel" w:hAnsi="Corbel"/>
          <w:sz w:val="20"/>
          <w:szCs w:val="20"/>
        </w:rPr>
        <w:t>/202</w:t>
      </w:r>
      <w:r w:rsidR="00A40DD1">
        <w:rPr>
          <w:rFonts w:ascii="Corbel" w:hAnsi="Corbel"/>
          <w:sz w:val="20"/>
          <w:szCs w:val="20"/>
        </w:rPr>
        <w:t>7</w:t>
      </w:r>
    </w:p>
    <w:p w14:paraId="31E45E9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0D0632" w14:textId="77777777" w:rsidR="0085747A" w:rsidRPr="0045727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B046CF9" w14:textId="77777777" w:rsidTr="00B819C8">
        <w:tc>
          <w:tcPr>
            <w:tcW w:w="2694" w:type="dxa"/>
            <w:vAlign w:val="center"/>
          </w:tcPr>
          <w:p w14:paraId="0BB3690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D03815" w14:textId="77777777" w:rsidR="0085747A" w:rsidRPr="009C54AE" w:rsidRDefault="0092344D" w:rsidP="00923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92344D">
              <w:rPr>
                <w:rFonts w:ascii="Corbel" w:hAnsi="Corbel"/>
                <w:sz w:val="24"/>
                <w:szCs w:val="24"/>
              </w:rPr>
              <w:t>Aplikacje internetowe</w:t>
            </w:r>
          </w:p>
        </w:tc>
      </w:tr>
      <w:tr w:rsidR="0085747A" w:rsidRPr="009C54AE" w14:paraId="489B6EEB" w14:textId="77777777" w:rsidTr="00B819C8">
        <w:tc>
          <w:tcPr>
            <w:tcW w:w="2694" w:type="dxa"/>
            <w:vAlign w:val="center"/>
          </w:tcPr>
          <w:p w14:paraId="53D5634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4F487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4B9051B" w14:textId="77777777" w:rsidTr="00B819C8">
        <w:tc>
          <w:tcPr>
            <w:tcW w:w="2694" w:type="dxa"/>
            <w:vAlign w:val="center"/>
          </w:tcPr>
          <w:p w14:paraId="0DFB12FA" w14:textId="77777777" w:rsidR="0085747A" w:rsidRPr="009C54AE" w:rsidRDefault="0092344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05F44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14:paraId="7413BFFB" w14:textId="77777777" w:rsidR="0085747A" w:rsidRPr="009C54AE" w:rsidRDefault="005578A7" w:rsidP="005578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8052618" w14:textId="77777777" w:rsidTr="00B819C8">
        <w:tc>
          <w:tcPr>
            <w:tcW w:w="2694" w:type="dxa"/>
            <w:vAlign w:val="center"/>
          </w:tcPr>
          <w:p w14:paraId="3905BF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95C075" w14:textId="77777777" w:rsidR="0085747A" w:rsidRPr="009C54AE" w:rsidRDefault="005578A7" w:rsidP="00923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14:paraId="148B5176" w14:textId="77777777" w:rsidTr="00B819C8">
        <w:tc>
          <w:tcPr>
            <w:tcW w:w="2694" w:type="dxa"/>
            <w:vAlign w:val="center"/>
          </w:tcPr>
          <w:p w14:paraId="489315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A02A80" w14:textId="77777777" w:rsidR="0085747A" w:rsidRPr="009C54AE" w:rsidRDefault="009234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pedagogika medialna</w:t>
            </w:r>
            <w:r w:rsidR="001847DE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22006A90" w14:textId="77777777" w:rsidTr="00B819C8">
        <w:tc>
          <w:tcPr>
            <w:tcW w:w="2694" w:type="dxa"/>
            <w:vAlign w:val="center"/>
          </w:tcPr>
          <w:p w14:paraId="3FC0D0F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1E71CB" w14:textId="77777777" w:rsidR="0085747A" w:rsidRPr="009C54AE" w:rsidRDefault="009234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79BA4969" w14:textId="77777777" w:rsidTr="00B819C8">
        <w:tc>
          <w:tcPr>
            <w:tcW w:w="2694" w:type="dxa"/>
            <w:vAlign w:val="center"/>
          </w:tcPr>
          <w:p w14:paraId="0504EC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FC7FA9" w14:textId="77777777" w:rsidR="0085747A" w:rsidRPr="009C54AE" w:rsidRDefault="009234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2344D" w:rsidRPr="009C54AE" w14:paraId="0AD60A45" w14:textId="77777777" w:rsidTr="00B819C8">
        <w:tc>
          <w:tcPr>
            <w:tcW w:w="2694" w:type="dxa"/>
            <w:vAlign w:val="center"/>
          </w:tcPr>
          <w:p w14:paraId="7A9F4B3C" w14:textId="77777777"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163402" w14:textId="06254684" w:rsidR="0092344D" w:rsidRPr="009C54AE" w:rsidRDefault="007311E5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07D87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92344D" w:rsidRPr="009C54AE" w14:paraId="38EE779F" w14:textId="77777777" w:rsidTr="00B819C8">
        <w:tc>
          <w:tcPr>
            <w:tcW w:w="2694" w:type="dxa"/>
            <w:vAlign w:val="center"/>
          </w:tcPr>
          <w:p w14:paraId="5054AEDD" w14:textId="77777777"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C53E28" w14:textId="77777777" w:rsidR="0092344D" w:rsidRPr="009C54AE" w:rsidRDefault="006622D2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22D2">
              <w:rPr>
                <w:rFonts w:ascii="Corbel" w:hAnsi="Corbel"/>
                <w:b w:val="0"/>
                <w:sz w:val="24"/>
                <w:szCs w:val="24"/>
              </w:rPr>
              <w:t>III rok 6 semestr</w:t>
            </w:r>
          </w:p>
        </w:tc>
      </w:tr>
      <w:tr w:rsidR="0092344D" w:rsidRPr="009C54AE" w14:paraId="4051DFCA" w14:textId="77777777" w:rsidTr="00B819C8">
        <w:tc>
          <w:tcPr>
            <w:tcW w:w="2694" w:type="dxa"/>
            <w:vAlign w:val="center"/>
          </w:tcPr>
          <w:p w14:paraId="2F6FE89A" w14:textId="77777777"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3B2D9D" w14:textId="77777777" w:rsidR="0092344D" w:rsidRPr="009C54AE" w:rsidRDefault="0092344D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92344D" w:rsidRPr="009C54AE" w14:paraId="17B9CD78" w14:textId="77777777" w:rsidTr="00B819C8">
        <w:tc>
          <w:tcPr>
            <w:tcW w:w="2694" w:type="dxa"/>
            <w:vAlign w:val="center"/>
          </w:tcPr>
          <w:p w14:paraId="200316AF" w14:textId="77777777"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8A0A4C" w14:textId="77777777" w:rsidR="0092344D" w:rsidRPr="009C54AE" w:rsidRDefault="009A0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344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57272" w:rsidRPr="009C54AE" w14:paraId="7B9E402E" w14:textId="77777777" w:rsidTr="00B819C8">
        <w:tc>
          <w:tcPr>
            <w:tcW w:w="2694" w:type="dxa"/>
            <w:vAlign w:val="center"/>
          </w:tcPr>
          <w:p w14:paraId="4E0C2F7D" w14:textId="77777777" w:rsidR="00457272" w:rsidRPr="009C54AE" w:rsidRDefault="00457272" w:rsidP="004572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869F68" w14:textId="77777777" w:rsidR="00457272" w:rsidRPr="009C54AE" w:rsidRDefault="00457272" w:rsidP="004572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Piotr Karaś</w:t>
            </w:r>
          </w:p>
        </w:tc>
      </w:tr>
      <w:tr w:rsidR="00457272" w:rsidRPr="009C54AE" w14:paraId="59D50547" w14:textId="77777777" w:rsidTr="00B819C8">
        <w:tc>
          <w:tcPr>
            <w:tcW w:w="2694" w:type="dxa"/>
            <w:vAlign w:val="center"/>
          </w:tcPr>
          <w:p w14:paraId="01111808" w14:textId="77777777" w:rsidR="00457272" w:rsidRPr="009C54AE" w:rsidRDefault="00457272" w:rsidP="004572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38D01" w14:textId="77777777" w:rsidR="00457272" w:rsidRPr="009C54AE" w:rsidRDefault="00457272" w:rsidP="004572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C3856A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86270A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88CB3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EA37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9F30A6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272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E286E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CE2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03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2C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15D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3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B61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4BD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8C4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D3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30E114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A71A" w14:textId="77777777" w:rsidR="00015B8F" w:rsidRPr="009C54AE" w:rsidRDefault="007B5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7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F996" w14:textId="77777777" w:rsidR="00015B8F" w:rsidRPr="009C54AE" w:rsidRDefault="00297A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D0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07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6F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6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46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D0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CFC2" w14:textId="77777777" w:rsidR="00015B8F" w:rsidRPr="009C54AE" w:rsidRDefault="007B5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BAB04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0996E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EF8A4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9824D3" w14:textId="77777777" w:rsidR="0085747A" w:rsidRPr="009C54AE" w:rsidRDefault="007B57F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C98F7C" w14:textId="77777777" w:rsidR="0085747A" w:rsidRPr="009C54AE" w:rsidRDefault="007B57F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A928A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CF6D95" w14:textId="77777777" w:rsidR="009C54AE" w:rsidRDefault="00E22FBC" w:rsidP="00507D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E4A06">
        <w:rPr>
          <w:rFonts w:ascii="Corbel" w:hAnsi="Corbel"/>
          <w:b w:val="0"/>
          <w:szCs w:val="24"/>
        </w:rPr>
        <w:t>ZALICZENIE Z OCENĄ</w:t>
      </w:r>
    </w:p>
    <w:p w14:paraId="5AABB1E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D52E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9DD577" w14:textId="77777777" w:rsidTr="00745302">
        <w:tc>
          <w:tcPr>
            <w:tcW w:w="9670" w:type="dxa"/>
          </w:tcPr>
          <w:p w14:paraId="1856A252" w14:textId="77777777" w:rsidR="0085747A" w:rsidRPr="009C54AE" w:rsidRDefault="007B57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3497">
              <w:rPr>
                <w:rFonts w:ascii="Corbel" w:hAnsi="Corbel"/>
                <w:b w:val="0"/>
                <w:smallCaps w:val="0"/>
                <w:szCs w:val="24"/>
              </w:rPr>
              <w:t>Znajomość obsługi komputera zgodnie wymaganiami programo</w:t>
            </w:r>
            <w:r w:rsidR="00A15204">
              <w:rPr>
                <w:rFonts w:ascii="Corbel" w:hAnsi="Corbel"/>
                <w:b w:val="0"/>
                <w:smallCaps w:val="0"/>
                <w:szCs w:val="24"/>
              </w:rPr>
              <w:t>wymi do szkół ponadpodstawowych</w:t>
            </w:r>
            <w:r w:rsidRPr="00403497">
              <w:rPr>
                <w:rFonts w:ascii="Corbel" w:hAnsi="Corbel"/>
                <w:b w:val="0"/>
                <w:smallCaps w:val="0"/>
                <w:szCs w:val="24"/>
              </w:rPr>
              <w:t>, podstawowe umiejętności dotyczące wykorzystania korzystania z sieci Internet.</w:t>
            </w:r>
          </w:p>
        </w:tc>
      </w:tr>
    </w:tbl>
    <w:p w14:paraId="1813207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D1D7E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D540B0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39385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33E94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A2B4B3E" w14:textId="77777777" w:rsidTr="00923D7D">
        <w:tc>
          <w:tcPr>
            <w:tcW w:w="851" w:type="dxa"/>
            <w:vAlign w:val="center"/>
          </w:tcPr>
          <w:p w14:paraId="14892A0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1F05B8" w14:textId="77777777" w:rsidR="0085747A" w:rsidRPr="00E0482A" w:rsidRDefault="00A15204" w:rsidP="00E04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 xml:space="preserve">apoznanie studenta z ze specyfiką aplikacji internetowych w porównaniu z </w:t>
            </w:r>
            <w:proofErr w:type="spellStart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>workstation</w:t>
            </w:r>
            <w:proofErr w:type="spellEnd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proofErr w:type="spellStart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>portable</w:t>
            </w:r>
            <w:proofErr w:type="spellEnd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 xml:space="preserve"> – funkcje sieciowe aplikacji internetowych.</w:t>
            </w:r>
          </w:p>
        </w:tc>
      </w:tr>
      <w:tr w:rsidR="0085747A" w:rsidRPr="009C54AE" w14:paraId="4167DCB8" w14:textId="77777777" w:rsidTr="00923D7D">
        <w:tc>
          <w:tcPr>
            <w:tcW w:w="851" w:type="dxa"/>
            <w:vAlign w:val="center"/>
          </w:tcPr>
          <w:p w14:paraId="49F27CD6" w14:textId="77777777" w:rsidR="0085747A" w:rsidRPr="009C54AE" w:rsidRDefault="004034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AC0C7C" w14:textId="77777777" w:rsidR="0085747A" w:rsidRPr="00E0482A" w:rsidRDefault="00403497" w:rsidP="00E04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82A">
              <w:rPr>
                <w:rFonts w:ascii="Corbel" w:hAnsi="Corbel"/>
                <w:b w:val="0"/>
                <w:smallCaps w:val="0"/>
                <w:szCs w:val="24"/>
              </w:rPr>
              <w:t>Wykorzystanie dostępnych aplikacji internetowych w pracy dydaktycznej nauczyciela</w:t>
            </w:r>
          </w:p>
        </w:tc>
      </w:tr>
      <w:tr w:rsidR="0085747A" w:rsidRPr="009C54AE" w14:paraId="10078430" w14:textId="77777777" w:rsidTr="00923D7D">
        <w:tc>
          <w:tcPr>
            <w:tcW w:w="851" w:type="dxa"/>
            <w:vAlign w:val="center"/>
          </w:tcPr>
          <w:p w14:paraId="488B596F" w14:textId="77777777" w:rsidR="0085747A" w:rsidRPr="009C54AE" w:rsidRDefault="004034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4F2C1F4" w14:textId="77777777" w:rsidR="0085747A" w:rsidRPr="00E0482A" w:rsidRDefault="00403497" w:rsidP="00E04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82A">
              <w:rPr>
                <w:rFonts w:ascii="Corbel" w:hAnsi="Corbel"/>
                <w:b w:val="0"/>
                <w:smallCaps w:val="0"/>
                <w:szCs w:val="24"/>
              </w:rPr>
              <w:t>Zapoznanie się ze specyfiką różnorodności systemów operacyjnych w  urządzeniach stacjonarnych i  mobilnych, możliwości wykorzystania aplikacji internetowych</w:t>
            </w:r>
          </w:p>
        </w:tc>
      </w:tr>
    </w:tbl>
    <w:p w14:paraId="0B66D1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6E884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56E30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0666FED" w14:textId="77777777" w:rsidTr="0071620A">
        <w:tc>
          <w:tcPr>
            <w:tcW w:w="1701" w:type="dxa"/>
            <w:vAlign w:val="center"/>
          </w:tcPr>
          <w:p w14:paraId="4F3762E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D94CFF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D6BA4C3" w14:textId="77777777" w:rsidR="00A15204" w:rsidRPr="009C54AE" w:rsidRDefault="00A15204" w:rsidP="00A15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459C83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582B040" w14:textId="77777777" w:rsidTr="005E6E85">
        <w:tc>
          <w:tcPr>
            <w:tcW w:w="1701" w:type="dxa"/>
          </w:tcPr>
          <w:p w14:paraId="14E0A51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92A8D4C" w14:textId="77777777" w:rsidR="0085747A" w:rsidRPr="009C54AE" w:rsidRDefault="00E801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 cechy programów i aplikacji mobilnych w kontekście praw autorskich</w:t>
            </w:r>
          </w:p>
        </w:tc>
        <w:tc>
          <w:tcPr>
            <w:tcW w:w="1873" w:type="dxa"/>
          </w:tcPr>
          <w:p w14:paraId="407B4E96" w14:textId="77777777" w:rsidR="0085747A" w:rsidRPr="009C54AE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5747A" w:rsidRPr="009C54AE" w14:paraId="7B4C073D" w14:textId="77777777" w:rsidTr="005E6E85">
        <w:tc>
          <w:tcPr>
            <w:tcW w:w="1701" w:type="dxa"/>
          </w:tcPr>
          <w:p w14:paraId="11B066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752B7FA" w14:textId="77777777" w:rsidR="0085747A" w:rsidRPr="009C54AE" w:rsidRDefault="00E801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Wyszuka, oceni </w:t>
            </w:r>
            <w:r w:rsidR="002F3F59">
              <w:rPr>
                <w:rFonts w:ascii="Corbel" w:hAnsi="Corbel"/>
                <w:b w:val="0"/>
                <w:smallCaps w:val="0"/>
                <w:szCs w:val="24"/>
              </w:rPr>
              <w:t xml:space="preserve">aplikacje przydatne </w:t>
            </w:r>
            <w:r w:rsidR="00C53F1F">
              <w:rPr>
                <w:rFonts w:ascii="Corbel" w:hAnsi="Corbel"/>
                <w:b w:val="0"/>
                <w:smallCaps w:val="0"/>
                <w:szCs w:val="24"/>
              </w:rPr>
              <w:t>w pracy nauczyciela</w:t>
            </w:r>
          </w:p>
        </w:tc>
        <w:tc>
          <w:tcPr>
            <w:tcW w:w="1873" w:type="dxa"/>
          </w:tcPr>
          <w:p w14:paraId="7B68B747" w14:textId="77777777" w:rsidR="0085747A" w:rsidRPr="009C54AE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85747A" w:rsidRPr="009C54AE" w14:paraId="71069034" w14:textId="77777777" w:rsidTr="005E6E85">
        <w:tc>
          <w:tcPr>
            <w:tcW w:w="1701" w:type="dxa"/>
          </w:tcPr>
          <w:p w14:paraId="2EBEB775" w14:textId="77777777" w:rsidR="0085747A" w:rsidRPr="009C54AE" w:rsidRDefault="002F3F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0482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590C690" w14:textId="77777777" w:rsidR="0085747A" w:rsidRPr="009C54AE" w:rsidRDefault="00FB22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zadania dla ucznia z wykorzystaniem aplikacji internetowej, </w:t>
            </w:r>
          </w:p>
        </w:tc>
        <w:tc>
          <w:tcPr>
            <w:tcW w:w="1873" w:type="dxa"/>
          </w:tcPr>
          <w:p w14:paraId="7E1E71F4" w14:textId="77777777" w:rsidR="0085747A" w:rsidRPr="009C54AE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703B38" w:rsidRPr="009C54AE" w14:paraId="3276B0FB" w14:textId="77777777" w:rsidTr="005E6E85">
        <w:tc>
          <w:tcPr>
            <w:tcW w:w="1701" w:type="dxa"/>
          </w:tcPr>
          <w:p w14:paraId="23D710C1" w14:textId="77777777" w:rsidR="00703B38" w:rsidRPr="009C54AE" w:rsidRDefault="00E04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CAA8B51" w14:textId="77777777" w:rsidR="00703B38" w:rsidRPr="009C54AE" w:rsidRDefault="00A15204" w:rsidP="00F82A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potrzebę</w:t>
            </w:r>
            <w:r w:rsidR="00F82AD9" w:rsidRPr="00F82AD9">
              <w:rPr>
                <w:rFonts w:ascii="Corbel" w:hAnsi="Corbel"/>
                <w:b w:val="0"/>
                <w:smallCaps w:val="0"/>
                <w:szCs w:val="24"/>
              </w:rPr>
              <w:t xml:space="preserve"> samokształcenia w dobie  dynamicznego rozwoju technologii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oraz zmieniającej się liczby</w:t>
            </w:r>
            <w:r w:rsidR="00F82A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D7CD5">
              <w:rPr>
                <w:rFonts w:ascii="Corbel" w:hAnsi="Corbel"/>
                <w:b w:val="0"/>
                <w:smallCaps w:val="0"/>
                <w:szCs w:val="24"/>
              </w:rPr>
              <w:t xml:space="preserve">i funkcjonalności </w:t>
            </w:r>
            <w:r w:rsidR="00F82AD9">
              <w:rPr>
                <w:rFonts w:ascii="Corbel" w:hAnsi="Corbel"/>
                <w:b w:val="0"/>
                <w:smallCaps w:val="0"/>
                <w:szCs w:val="24"/>
              </w:rPr>
              <w:t>nowo powstających aplikacji</w:t>
            </w:r>
          </w:p>
        </w:tc>
        <w:tc>
          <w:tcPr>
            <w:tcW w:w="1873" w:type="dxa"/>
          </w:tcPr>
          <w:p w14:paraId="05AF55AE" w14:textId="77777777" w:rsidR="00703B38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E704C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36708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486DB2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493572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E257B95" w14:textId="77777777" w:rsidTr="00923D7D">
        <w:tc>
          <w:tcPr>
            <w:tcW w:w="9639" w:type="dxa"/>
          </w:tcPr>
          <w:p w14:paraId="7382DB5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158E8FD" w14:textId="77777777" w:rsidTr="00923D7D">
        <w:tc>
          <w:tcPr>
            <w:tcW w:w="9639" w:type="dxa"/>
          </w:tcPr>
          <w:p w14:paraId="7F03016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F6ED8BF" w14:textId="77777777" w:rsidTr="00923D7D">
        <w:tc>
          <w:tcPr>
            <w:tcW w:w="9639" w:type="dxa"/>
          </w:tcPr>
          <w:p w14:paraId="3AEF0A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1E8D2C7" w14:textId="77777777" w:rsidTr="00923D7D">
        <w:tc>
          <w:tcPr>
            <w:tcW w:w="9639" w:type="dxa"/>
          </w:tcPr>
          <w:p w14:paraId="5A7E149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BEAE1A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E08B5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D4DFB6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7E942B9" w14:textId="77777777" w:rsidTr="00923D7D">
        <w:tc>
          <w:tcPr>
            <w:tcW w:w="9639" w:type="dxa"/>
          </w:tcPr>
          <w:p w14:paraId="53B312E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3F59" w:rsidRPr="009C54AE" w14:paraId="3449C766" w14:textId="77777777" w:rsidTr="00923D7D">
        <w:tc>
          <w:tcPr>
            <w:tcW w:w="9639" w:type="dxa"/>
          </w:tcPr>
          <w:p w14:paraId="6AB17105" w14:textId="77777777" w:rsidR="002F3F59" w:rsidRPr="009C54AE" w:rsidRDefault="002F3F59" w:rsidP="002F3F5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t>Podział aplikacji pod względem metod i środowiska instalacji</w:t>
            </w:r>
          </w:p>
        </w:tc>
      </w:tr>
      <w:tr w:rsidR="002F3F59" w:rsidRPr="009C54AE" w14:paraId="213D3101" w14:textId="77777777" w:rsidTr="00923D7D">
        <w:tc>
          <w:tcPr>
            <w:tcW w:w="9639" w:type="dxa"/>
          </w:tcPr>
          <w:p w14:paraId="0D737431" w14:textId="77777777" w:rsidR="002F3F59" w:rsidRPr="00E04D65" w:rsidRDefault="002F3F59" w:rsidP="002F3F59">
            <w:pPr>
              <w:pStyle w:val="Akapitzlist"/>
              <w:ind w:left="0"/>
            </w:pPr>
            <w:r>
              <w:t>Rodzaje aplikacji internetowych pod względem ich przeznaczenia np. użytkowe, komunikacyjne, prezentacyjne.</w:t>
            </w:r>
          </w:p>
        </w:tc>
      </w:tr>
      <w:tr w:rsidR="002F3F59" w:rsidRPr="009C54AE" w14:paraId="2C129A1B" w14:textId="77777777" w:rsidTr="00923D7D">
        <w:tc>
          <w:tcPr>
            <w:tcW w:w="9639" w:type="dxa"/>
          </w:tcPr>
          <w:p w14:paraId="438DA57E" w14:textId="77777777" w:rsidR="002F3F59" w:rsidRPr="00E04D65" w:rsidRDefault="002F3F59" w:rsidP="002F3F59">
            <w:pPr>
              <w:pStyle w:val="Akapitzlist"/>
              <w:ind w:left="0"/>
            </w:pPr>
            <w:r>
              <w:t>Mobilność aplikacji internetowych, w odniesieniu do urządzeń komputerowych.</w:t>
            </w:r>
          </w:p>
        </w:tc>
      </w:tr>
      <w:tr w:rsidR="002F3F59" w:rsidRPr="009C54AE" w14:paraId="2E20D227" w14:textId="77777777" w:rsidTr="00923D7D">
        <w:tc>
          <w:tcPr>
            <w:tcW w:w="9639" w:type="dxa"/>
          </w:tcPr>
          <w:p w14:paraId="60AED4A6" w14:textId="77777777" w:rsidR="002F3F59" w:rsidRPr="00E04D65" w:rsidRDefault="002F3F59" w:rsidP="002F3F59">
            <w:pPr>
              <w:pStyle w:val="Akapitzlist"/>
              <w:ind w:left="0"/>
            </w:pPr>
            <w:r>
              <w:t>Metody wykorzystania aplikacji internetowych w pracy nauczyciela. Wykonanie materiałów dydaktycznych i udostępnianie w sieci.</w:t>
            </w:r>
          </w:p>
        </w:tc>
      </w:tr>
      <w:tr w:rsidR="002F3F59" w:rsidRPr="009C54AE" w14:paraId="53F699BB" w14:textId="77777777" w:rsidTr="00923D7D">
        <w:tc>
          <w:tcPr>
            <w:tcW w:w="9639" w:type="dxa"/>
          </w:tcPr>
          <w:p w14:paraId="3C2AE095" w14:textId="77777777" w:rsidR="002F3F59" w:rsidRPr="00E04D65" w:rsidRDefault="002F3F59" w:rsidP="002F3F59">
            <w:pPr>
              <w:pStyle w:val="Akapitzlist"/>
              <w:ind w:left="0"/>
            </w:pPr>
            <w:r>
              <w:t>Komunikacja indywidualna i grupowa w sieci integracja systemów operacyjnych urządzeń mobilnych.</w:t>
            </w:r>
          </w:p>
        </w:tc>
      </w:tr>
      <w:tr w:rsidR="002F3F59" w:rsidRPr="009C54AE" w14:paraId="2E710D6E" w14:textId="77777777" w:rsidTr="00923D7D">
        <w:tc>
          <w:tcPr>
            <w:tcW w:w="9639" w:type="dxa"/>
          </w:tcPr>
          <w:p w14:paraId="36748076" w14:textId="77777777" w:rsidR="002F3F59" w:rsidRPr="00E04D65" w:rsidRDefault="002F3F59" w:rsidP="002F3F59">
            <w:pPr>
              <w:pStyle w:val="Akapitzlist"/>
              <w:ind w:left="0"/>
            </w:pPr>
            <w:r>
              <w:t xml:space="preserve">Aplikacje internetowe umożliwiające wykonywanie badań naukowych i przetwarzanie zebranych </w:t>
            </w:r>
            <w:r>
              <w:lastRenderedPageBreak/>
              <w:t>informacji.</w:t>
            </w:r>
          </w:p>
        </w:tc>
      </w:tr>
      <w:tr w:rsidR="002F3F59" w:rsidRPr="009C54AE" w14:paraId="6B611319" w14:textId="77777777" w:rsidTr="00923D7D">
        <w:tc>
          <w:tcPr>
            <w:tcW w:w="9639" w:type="dxa"/>
          </w:tcPr>
          <w:p w14:paraId="421CF147" w14:textId="77777777" w:rsidR="002F3F59" w:rsidRPr="00E04D65" w:rsidRDefault="002F3F59" w:rsidP="002F3F59">
            <w:pPr>
              <w:pStyle w:val="Akapitzlist"/>
              <w:ind w:left="0"/>
            </w:pPr>
            <w:r>
              <w:lastRenderedPageBreak/>
              <w:t>Metody wyszukiwania informacji w sieci za pomocą dedykowanych portali.</w:t>
            </w:r>
          </w:p>
        </w:tc>
      </w:tr>
    </w:tbl>
    <w:p w14:paraId="06268B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23DC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9947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5AA58C" w14:textId="77777777" w:rsidR="0085747A" w:rsidRPr="009C54AE" w:rsidRDefault="002F3F59" w:rsidP="002F3F5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F2604">
        <w:rPr>
          <w:b w:val="0"/>
          <w:i/>
          <w:smallCaps w:val="0"/>
          <w:sz w:val="22"/>
        </w:rPr>
        <w:t>ćwiczenia praktyczne realizowane w pracowni komputerowej</w:t>
      </w:r>
      <w:r>
        <w:rPr>
          <w:b w:val="0"/>
          <w:i/>
          <w:smallCaps w:val="0"/>
          <w:sz w:val="22"/>
        </w:rPr>
        <w:t xml:space="preserve">, </w:t>
      </w:r>
      <w:r w:rsidRPr="008342B3">
        <w:rPr>
          <w:b w:val="0"/>
          <w:i/>
          <w:smallCaps w:val="0"/>
          <w:sz w:val="22"/>
        </w:rPr>
        <w:t>metody kształcenia na odległość</w:t>
      </w:r>
    </w:p>
    <w:p w14:paraId="5E8D9D9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E45A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7FA1E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37353C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6164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54C70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96E9A14" w14:textId="77777777" w:rsidTr="00C05F44">
        <w:tc>
          <w:tcPr>
            <w:tcW w:w="1985" w:type="dxa"/>
            <w:vAlign w:val="center"/>
          </w:tcPr>
          <w:p w14:paraId="4086D47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92EEF8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2E669F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C7C530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8AA1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9170A" w:rsidRPr="009C54AE" w14:paraId="50EE0E64" w14:textId="77777777" w:rsidTr="00581C0B">
        <w:tc>
          <w:tcPr>
            <w:tcW w:w="1985" w:type="dxa"/>
          </w:tcPr>
          <w:p w14:paraId="6319D239" w14:textId="77777777" w:rsidR="00F9170A" w:rsidRPr="009C54AE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0A2B031" w14:textId="77777777" w:rsidR="00F9170A" w:rsidRPr="00A16118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2C4E3FB0" w14:textId="77777777" w:rsidR="00F9170A" w:rsidRPr="00E94ECC" w:rsidRDefault="00F9170A" w:rsidP="00E94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4EC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9170A" w:rsidRPr="009C54AE" w14:paraId="2C0C5751" w14:textId="77777777" w:rsidTr="00581C0B">
        <w:tc>
          <w:tcPr>
            <w:tcW w:w="1985" w:type="dxa"/>
          </w:tcPr>
          <w:p w14:paraId="57AAE8CB" w14:textId="77777777" w:rsidR="00F9170A" w:rsidRPr="009C54AE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2B1A51D" w14:textId="77777777" w:rsidR="00F9170A" w:rsidRPr="00A16118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4181C8F" w14:textId="77777777" w:rsidR="00F9170A" w:rsidRPr="00E94ECC" w:rsidRDefault="00F9170A" w:rsidP="00E94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4EC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9170A" w:rsidRPr="009C54AE" w14:paraId="10984C44" w14:textId="77777777" w:rsidTr="00581C0B">
        <w:tc>
          <w:tcPr>
            <w:tcW w:w="1985" w:type="dxa"/>
          </w:tcPr>
          <w:p w14:paraId="707E8F32" w14:textId="77777777" w:rsidR="00F9170A" w:rsidRPr="009C54AE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2486A06" w14:textId="77777777" w:rsidR="00F9170A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platformie e-learningowej, Praca projektowa</w:t>
            </w:r>
          </w:p>
        </w:tc>
        <w:tc>
          <w:tcPr>
            <w:tcW w:w="2126" w:type="dxa"/>
            <w:vAlign w:val="center"/>
          </w:tcPr>
          <w:p w14:paraId="6F184191" w14:textId="77777777" w:rsidR="00F9170A" w:rsidRPr="00E94ECC" w:rsidRDefault="00F9170A" w:rsidP="00E94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4EC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9170A" w:rsidRPr="009C54AE" w14:paraId="794D2E31" w14:textId="77777777" w:rsidTr="00581C0B">
        <w:tc>
          <w:tcPr>
            <w:tcW w:w="1985" w:type="dxa"/>
          </w:tcPr>
          <w:p w14:paraId="3DB29875" w14:textId="77777777" w:rsidR="00F9170A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78F8C7C" w14:textId="77777777" w:rsidR="00F9170A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platformie e-learningowej, Praca projektowa</w:t>
            </w:r>
          </w:p>
        </w:tc>
        <w:tc>
          <w:tcPr>
            <w:tcW w:w="2126" w:type="dxa"/>
            <w:vAlign w:val="center"/>
          </w:tcPr>
          <w:p w14:paraId="290D2B91" w14:textId="77777777" w:rsidR="00F9170A" w:rsidRPr="00E94ECC" w:rsidRDefault="00F9170A" w:rsidP="00E94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4EC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0F209C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6F155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092FEA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54DB9DF" w14:textId="77777777" w:rsidTr="00923D7D">
        <w:tc>
          <w:tcPr>
            <w:tcW w:w="9670" w:type="dxa"/>
          </w:tcPr>
          <w:p w14:paraId="624028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516384" w14:textId="77777777" w:rsidR="00923D7D" w:rsidRPr="009C54AE" w:rsidRDefault="001C69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9D9">
              <w:rPr>
                <w:rFonts w:ascii="Corbel" w:hAnsi="Corbel"/>
                <w:b w:val="0"/>
                <w:smallCaps w:val="0"/>
                <w:szCs w:val="24"/>
              </w:rPr>
              <w:t>uczestnictwo w zajęciach, zaliczenie wykonywanych ćwiczeń, aktywność na platformie e-learning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wykonanie pracy projektowej</w:t>
            </w:r>
          </w:p>
          <w:p w14:paraId="1763A8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E07D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D8A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D0EB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1198BE1" w14:textId="77777777" w:rsidTr="003E1941">
        <w:tc>
          <w:tcPr>
            <w:tcW w:w="4962" w:type="dxa"/>
            <w:vAlign w:val="center"/>
          </w:tcPr>
          <w:p w14:paraId="4AD807E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B32E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DB758F" w14:textId="77777777" w:rsidTr="00923D7D">
        <w:tc>
          <w:tcPr>
            <w:tcW w:w="4962" w:type="dxa"/>
          </w:tcPr>
          <w:p w14:paraId="2C182E66" w14:textId="77777777" w:rsidR="0085747A" w:rsidRPr="009C54AE" w:rsidRDefault="00C61DC5" w:rsidP="00EF5A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6B8DBF7" w14:textId="77777777" w:rsidR="0085747A" w:rsidRPr="009C54AE" w:rsidRDefault="0030704B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B5877F4" w14:textId="77777777" w:rsidTr="00923D7D">
        <w:tc>
          <w:tcPr>
            <w:tcW w:w="4962" w:type="dxa"/>
          </w:tcPr>
          <w:p w14:paraId="3A39DF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9343889" w14:textId="77777777" w:rsidR="00C61DC5" w:rsidRPr="009C54AE" w:rsidRDefault="000A2299" w:rsidP="000A2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369C286" w14:textId="77777777" w:rsidR="00C61DC5" w:rsidRPr="009C54AE" w:rsidRDefault="00830863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4D2A26B" w14:textId="77777777" w:rsidTr="00923D7D">
        <w:tc>
          <w:tcPr>
            <w:tcW w:w="4962" w:type="dxa"/>
          </w:tcPr>
          <w:p w14:paraId="1BFEAD5A" w14:textId="77777777" w:rsidR="00C61DC5" w:rsidRDefault="00C61DC5" w:rsidP="00B32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4D03C7" w14:textId="77777777" w:rsidR="000A2299" w:rsidRDefault="000A2299" w:rsidP="000A2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6996B7F7" w14:textId="77777777" w:rsidR="000A2299" w:rsidRPr="009C54AE" w:rsidRDefault="000A2299" w:rsidP="000A2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 </w:t>
            </w:r>
          </w:p>
        </w:tc>
        <w:tc>
          <w:tcPr>
            <w:tcW w:w="4677" w:type="dxa"/>
          </w:tcPr>
          <w:p w14:paraId="561C744B" w14:textId="77777777" w:rsidR="000A2299" w:rsidRDefault="000A2299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CA63ADD" w14:textId="77777777" w:rsidR="000A2299" w:rsidRDefault="000A2299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02CED0E" w14:textId="77777777" w:rsidR="00C61DC5" w:rsidRDefault="00830863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68EF17A" w14:textId="77777777" w:rsidR="00713E91" w:rsidRPr="009C54AE" w:rsidRDefault="00830863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0482A" w:rsidRPr="009C54AE" w14:paraId="51406CEE" w14:textId="77777777" w:rsidTr="00923D7D">
        <w:tc>
          <w:tcPr>
            <w:tcW w:w="4962" w:type="dxa"/>
          </w:tcPr>
          <w:p w14:paraId="4FADDF8D" w14:textId="77777777" w:rsidR="00E0482A" w:rsidRPr="009C54AE" w:rsidRDefault="00E0482A" w:rsidP="00B32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4677" w:type="dxa"/>
          </w:tcPr>
          <w:p w14:paraId="5C6607A7" w14:textId="77777777" w:rsidR="00E0482A" w:rsidRPr="009C54AE" w:rsidRDefault="00830863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333CD8FE" w14:textId="77777777" w:rsidTr="00923D7D">
        <w:tc>
          <w:tcPr>
            <w:tcW w:w="4962" w:type="dxa"/>
          </w:tcPr>
          <w:p w14:paraId="2F9FC9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FFFCBDE" w14:textId="77777777" w:rsidR="0085747A" w:rsidRPr="009C54AE" w:rsidRDefault="00E94ECC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0482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78B6AE1" w14:textId="77777777" w:rsidTr="00923D7D">
        <w:tc>
          <w:tcPr>
            <w:tcW w:w="4962" w:type="dxa"/>
          </w:tcPr>
          <w:p w14:paraId="405D5D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E5EB94" w14:textId="77777777" w:rsidR="0085747A" w:rsidRPr="009C54AE" w:rsidRDefault="00B32072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8FF29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5B1F5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E302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21B64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0704D1" w14:textId="77777777" w:rsidTr="0071620A">
        <w:trPr>
          <w:trHeight w:val="397"/>
        </w:trPr>
        <w:tc>
          <w:tcPr>
            <w:tcW w:w="3544" w:type="dxa"/>
          </w:tcPr>
          <w:p w14:paraId="6FE2AC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F3C6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27CD137" w14:textId="77777777" w:rsidTr="0071620A">
        <w:trPr>
          <w:trHeight w:val="397"/>
        </w:trPr>
        <w:tc>
          <w:tcPr>
            <w:tcW w:w="3544" w:type="dxa"/>
          </w:tcPr>
          <w:p w14:paraId="2C5096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AAC63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972F17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71F5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B69A7F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BEE6E89" w14:textId="77777777" w:rsidTr="00C97F18">
        <w:trPr>
          <w:trHeight w:hRule="exact" w:val="4045"/>
        </w:trPr>
        <w:tc>
          <w:tcPr>
            <w:tcW w:w="7513" w:type="dxa"/>
          </w:tcPr>
          <w:p w14:paraId="0F5D8F64" w14:textId="77777777" w:rsidR="0085747A" w:rsidRPr="00524936" w:rsidRDefault="002F3F59" w:rsidP="002F3F59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 w:val="22"/>
              </w:rPr>
            </w:pPr>
            <w:proofErr w:type="spellStart"/>
            <w:r w:rsidRPr="00524936">
              <w:rPr>
                <w:rFonts w:ascii="Calibri" w:hAnsi="Calibri"/>
                <w:b w:val="0"/>
                <w:smallCaps w:val="0"/>
                <w:sz w:val="22"/>
              </w:rPr>
              <w:t>WordPress</w:t>
            </w:r>
            <w:proofErr w:type="spellEnd"/>
            <w:r w:rsidRPr="00524936">
              <w:rPr>
                <w:rFonts w:ascii="Calibri" w:hAnsi="Calibri"/>
                <w:b w:val="0"/>
                <w:smallCaps w:val="0"/>
                <w:sz w:val="22"/>
              </w:rPr>
              <w:t xml:space="preserve">: chcesz zaistnieć́ w sieci? </w:t>
            </w:r>
            <w:proofErr w:type="spellStart"/>
            <w:r w:rsidRPr="00524936">
              <w:rPr>
                <w:rFonts w:ascii="Calibri" w:hAnsi="Calibri"/>
                <w:b w:val="0"/>
                <w:smallCaps w:val="0"/>
                <w:sz w:val="22"/>
              </w:rPr>
              <w:t>WordPress</w:t>
            </w:r>
            <w:proofErr w:type="spellEnd"/>
            <w:r w:rsidRPr="00524936">
              <w:rPr>
                <w:rFonts w:ascii="Calibri" w:hAnsi="Calibri"/>
                <w:b w:val="0"/>
                <w:smallCaps w:val="0"/>
                <w:sz w:val="22"/>
              </w:rPr>
              <w:t xml:space="preserve"> Ci w tym pomoże! : ćwiczenia praktyczne, wyd. Helion Gliwice 2012 r.</w:t>
            </w:r>
          </w:p>
          <w:p w14:paraId="1352AEF2" w14:textId="77777777" w:rsidR="002F3F59" w:rsidRDefault="002F3F59" w:rsidP="002F3F59">
            <w:pPr>
              <w:spacing w:after="0" w:line="240" w:lineRule="auto"/>
            </w:pPr>
            <w:r>
              <w:t>Strony z aplikacjami</w:t>
            </w:r>
          </w:p>
          <w:p w14:paraId="660E358E" w14:textId="77777777" w:rsidR="002F3F59" w:rsidRPr="00E04D65" w:rsidRDefault="002F3F59" w:rsidP="002F3F59">
            <w:pPr>
              <w:spacing w:after="0" w:line="240" w:lineRule="auto"/>
            </w:pPr>
            <w:r>
              <w:t>http://wordpress.com</w:t>
            </w:r>
          </w:p>
          <w:p w14:paraId="4A2978E7" w14:textId="77777777" w:rsidR="002F3F59" w:rsidRPr="00E35B80" w:rsidRDefault="002F3F59" w:rsidP="002F3F59">
            <w:pPr>
              <w:spacing w:after="0" w:line="240" w:lineRule="auto"/>
            </w:pPr>
            <w:r w:rsidRPr="00E35B80">
              <w:t>http://scratch.mit.edu/</w:t>
            </w:r>
          </w:p>
          <w:p w14:paraId="34101A79" w14:textId="77777777" w:rsidR="00974517" w:rsidRDefault="00FE2EF0" w:rsidP="002F3F59">
            <w:pPr>
              <w:spacing w:after="0" w:line="240" w:lineRule="auto"/>
            </w:pPr>
            <w:r>
              <w:t>https://kahoot.com</w:t>
            </w:r>
          </w:p>
          <w:p w14:paraId="68D464A7" w14:textId="77777777" w:rsidR="002F3F59" w:rsidRPr="00E35B80" w:rsidRDefault="002F3F59" w:rsidP="002F3F59">
            <w:pPr>
              <w:spacing w:after="0" w:line="240" w:lineRule="auto"/>
            </w:pPr>
            <w:r w:rsidRPr="00E35B80">
              <w:t>http://learningapps.org/</w:t>
            </w:r>
          </w:p>
          <w:p w14:paraId="37264C8F" w14:textId="77777777" w:rsidR="002F3F59" w:rsidRPr="00E35B80" w:rsidRDefault="002F3F59" w:rsidP="002F3F59">
            <w:pPr>
              <w:spacing w:after="0" w:line="240" w:lineRule="auto"/>
            </w:pPr>
            <w:r w:rsidRPr="00E35B80">
              <w:t>http://www.easel.ly/</w:t>
            </w:r>
          </w:p>
          <w:p w14:paraId="5353E762" w14:textId="77777777" w:rsidR="002F3F59" w:rsidRPr="00E35B80" w:rsidRDefault="002F3F59" w:rsidP="002F3F59">
            <w:pPr>
              <w:spacing w:after="0" w:line="240" w:lineRule="auto"/>
            </w:pPr>
            <w:r w:rsidRPr="00E35B80">
              <w:t>http://edu.glogster.com/</w:t>
            </w:r>
          </w:p>
          <w:p w14:paraId="54E087D9" w14:textId="77777777" w:rsidR="002F3F59" w:rsidRPr="00E35B80" w:rsidRDefault="002F3F59" w:rsidP="002F3F59">
            <w:pPr>
              <w:spacing w:after="0" w:line="240" w:lineRule="auto"/>
            </w:pPr>
            <w:r w:rsidRPr="00E35B80">
              <w:t>http://www.readwritethink.org/files/resources/interactives/cube_creator/</w:t>
            </w:r>
          </w:p>
          <w:p w14:paraId="44C8633A" w14:textId="77777777" w:rsidR="002F3F59" w:rsidRDefault="00FE2EF0" w:rsidP="002F3F59">
            <w:pPr>
              <w:spacing w:after="0" w:line="240" w:lineRule="auto"/>
            </w:pPr>
            <w:r w:rsidRPr="00FE2EF0">
              <w:t>http://scholar.google.pl/</w:t>
            </w:r>
          </w:p>
          <w:p w14:paraId="56938847" w14:textId="77777777" w:rsidR="00FE2EF0" w:rsidRPr="00E04D65" w:rsidRDefault="00FE2EF0" w:rsidP="002F3F59">
            <w:pPr>
              <w:spacing w:after="0" w:line="240" w:lineRule="auto"/>
            </w:pPr>
            <w:r w:rsidRPr="00FE2EF0">
              <w:t>https://www.jigsawplanet.com/</w:t>
            </w:r>
          </w:p>
          <w:p w14:paraId="74DFEE52" w14:textId="77777777" w:rsidR="002F3F59" w:rsidRPr="00E35B80" w:rsidRDefault="002F3F59" w:rsidP="002F3F59">
            <w:pPr>
              <w:spacing w:after="0" w:line="240" w:lineRule="auto"/>
            </w:pPr>
            <w:r w:rsidRPr="00E04D65">
              <w:t>https://www.dropbox.com/</w:t>
            </w:r>
            <w:r w:rsidRPr="00E35B80">
              <w:t>‎</w:t>
            </w:r>
          </w:p>
          <w:p w14:paraId="4DC6BA85" w14:textId="77777777" w:rsidR="002F3F59" w:rsidRPr="00524936" w:rsidRDefault="00C97F18" w:rsidP="002F3F59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 w:val="22"/>
              </w:rPr>
            </w:pPr>
            <w:r>
              <w:rPr>
                <w:rFonts w:ascii="Calibri" w:hAnsi="Calibri"/>
                <w:b w:val="0"/>
                <w:smallCaps w:val="0"/>
                <w:sz w:val="22"/>
              </w:rPr>
              <w:t>http://pr</w:t>
            </w:r>
            <w:r w:rsidR="002F3F59" w:rsidRPr="00524936">
              <w:rPr>
                <w:rFonts w:ascii="Calibri" w:hAnsi="Calibri"/>
                <w:b w:val="0"/>
                <w:smallCaps w:val="0"/>
                <w:sz w:val="22"/>
              </w:rPr>
              <w:t>ezi.com</w:t>
            </w:r>
          </w:p>
        </w:tc>
      </w:tr>
      <w:tr w:rsidR="0085747A" w:rsidRPr="009C54AE" w14:paraId="3816D5B9" w14:textId="77777777" w:rsidTr="0071620A">
        <w:trPr>
          <w:trHeight w:val="397"/>
        </w:trPr>
        <w:tc>
          <w:tcPr>
            <w:tcW w:w="7513" w:type="dxa"/>
          </w:tcPr>
          <w:p w14:paraId="65135F06" w14:textId="77777777" w:rsidR="0085747A" w:rsidRDefault="0085747A" w:rsidP="00E54E92">
            <w:pPr>
              <w:spacing w:after="0" w:line="240" w:lineRule="auto"/>
              <w:ind w:left="34"/>
            </w:pPr>
            <w:r w:rsidRPr="00E54E92">
              <w:t xml:space="preserve">Literatura uzupełniająca: </w:t>
            </w:r>
          </w:p>
          <w:p w14:paraId="3331608B" w14:textId="77777777" w:rsidR="00E54E92" w:rsidRDefault="00863692" w:rsidP="00C52102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Biblioteczka Komputer Świat nr 5/2011 (67)</w:t>
            </w:r>
          </w:p>
          <w:p w14:paraId="0851758A" w14:textId="77777777" w:rsidR="00524936" w:rsidRPr="00E54E92" w:rsidRDefault="00524936" w:rsidP="00F23B80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Karaś</w:t>
            </w:r>
            <w:r w:rsidR="00206CBA">
              <w:t xml:space="preserve"> P.</w:t>
            </w:r>
            <w:r>
              <w:t xml:space="preserve">, </w:t>
            </w:r>
            <w:r w:rsidRPr="00206CBA">
              <w:rPr>
                <w:rStyle w:val="Pogrubienie"/>
                <w:b w:val="0"/>
              </w:rPr>
              <w:t>Edukacja zdalna -</w:t>
            </w:r>
            <w:r w:rsidR="00F23B80">
              <w:rPr>
                <w:rStyle w:val="Pogrubienie"/>
                <w:b w:val="0"/>
              </w:rPr>
              <w:t xml:space="preserve"> </w:t>
            </w:r>
            <w:r w:rsidRPr="00206CBA">
              <w:rPr>
                <w:rStyle w:val="Pogrubienie"/>
                <w:b w:val="0"/>
              </w:rPr>
              <w:t>gdy nie ma alternatywy w czasie pandemii</w:t>
            </w:r>
            <w:r>
              <w:t xml:space="preserve"> [w:] </w:t>
            </w:r>
            <w:r>
              <w:rPr>
                <w:rStyle w:val="Uwydatnienie"/>
              </w:rPr>
              <w:t>Wspólna szkoła wspierana edukacją zdalną</w:t>
            </w:r>
            <w:r w:rsidR="00F23B80">
              <w:t xml:space="preserve">, </w:t>
            </w:r>
            <w:r>
              <w:t xml:space="preserve">S. </w:t>
            </w:r>
            <w:proofErr w:type="spellStart"/>
            <w:r>
              <w:t>Dylak</w:t>
            </w:r>
            <w:proofErr w:type="spellEnd"/>
            <w:r>
              <w:t>, A. B. Kwiatkowska, Z. Nowakowski, B. Przyborowska (red.) 2021, https://wspolna-szkola.pcss.pl/edukacja-zdalna-gdy-nie-ma-alternatywy-w-czasie-pandemii-2</w:t>
            </w:r>
          </w:p>
        </w:tc>
      </w:tr>
    </w:tbl>
    <w:p w14:paraId="5F11E2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2E80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F7A5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07740" w14:textId="77777777" w:rsidR="00771C66" w:rsidRDefault="00771C66" w:rsidP="00C16ABF">
      <w:pPr>
        <w:spacing w:after="0" w:line="240" w:lineRule="auto"/>
      </w:pPr>
      <w:r>
        <w:separator/>
      </w:r>
    </w:p>
  </w:endnote>
  <w:endnote w:type="continuationSeparator" w:id="0">
    <w:p w14:paraId="31E07684" w14:textId="77777777" w:rsidR="00771C66" w:rsidRDefault="00771C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FA73A" w14:textId="77777777" w:rsidR="00771C66" w:rsidRDefault="00771C66" w:rsidP="00C16ABF">
      <w:pPr>
        <w:spacing w:after="0" w:line="240" w:lineRule="auto"/>
      </w:pPr>
      <w:r>
        <w:separator/>
      </w:r>
    </w:p>
  </w:footnote>
  <w:footnote w:type="continuationSeparator" w:id="0">
    <w:p w14:paraId="2ABD4F39" w14:textId="77777777" w:rsidR="00771C66" w:rsidRDefault="00771C66" w:rsidP="00C16ABF">
      <w:pPr>
        <w:spacing w:after="0" w:line="240" w:lineRule="auto"/>
      </w:pPr>
      <w:r>
        <w:continuationSeparator/>
      </w:r>
    </w:p>
  </w:footnote>
  <w:footnote w:id="1">
    <w:p w14:paraId="661AE2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8A07B1"/>
    <w:multiLevelType w:val="hybridMultilevel"/>
    <w:tmpl w:val="55ECC2D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509"/>
    <w:rsid w:val="00033B0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299"/>
    <w:rsid w:val="000A296F"/>
    <w:rsid w:val="000A2A28"/>
    <w:rsid w:val="000B192D"/>
    <w:rsid w:val="000B28EE"/>
    <w:rsid w:val="000B3E37"/>
    <w:rsid w:val="000D04B0"/>
    <w:rsid w:val="000F1C57"/>
    <w:rsid w:val="000F5382"/>
    <w:rsid w:val="000F5615"/>
    <w:rsid w:val="000F67B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7DE"/>
    <w:rsid w:val="00192F37"/>
    <w:rsid w:val="001945F6"/>
    <w:rsid w:val="001A70D2"/>
    <w:rsid w:val="001C69D9"/>
    <w:rsid w:val="001D657B"/>
    <w:rsid w:val="001D7B54"/>
    <w:rsid w:val="001E0209"/>
    <w:rsid w:val="001F2CA2"/>
    <w:rsid w:val="00206CBA"/>
    <w:rsid w:val="002144C0"/>
    <w:rsid w:val="0022477D"/>
    <w:rsid w:val="002278A9"/>
    <w:rsid w:val="002336F9"/>
    <w:rsid w:val="0024028F"/>
    <w:rsid w:val="00244ABC"/>
    <w:rsid w:val="00254995"/>
    <w:rsid w:val="00281FF2"/>
    <w:rsid w:val="002857DE"/>
    <w:rsid w:val="00291567"/>
    <w:rsid w:val="00297AA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F59"/>
    <w:rsid w:val="002F4ABE"/>
    <w:rsid w:val="002F642D"/>
    <w:rsid w:val="003018BA"/>
    <w:rsid w:val="0030395F"/>
    <w:rsid w:val="00305C92"/>
    <w:rsid w:val="0030704B"/>
    <w:rsid w:val="003151C5"/>
    <w:rsid w:val="003343CF"/>
    <w:rsid w:val="00346FE9"/>
    <w:rsid w:val="0034759A"/>
    <w:rsid w:val="003503F6"/>
    <w:rsid w:val="003530DD"/>
    <w:rsid w:val="00357C53"/>
    <w:rsid w:val="00363F78"/>
    <w:rsid w:val="0038277B"/>
    <w:rsid w:val="00392038"/>
    <w:rsid w:val="003A0620"/>
    <w:rsid w:val="003A0A5B"/>
    <w:rsid w:val="003A1176"/>
    <w:rsid w:val="003C0BAE"/>
    <w:rsid w:val="003D18A9"/>
    <w:rsid w:val="003D3F4E"/>
    <w:rsid w:val="003D6CE2"/>
    <w:rsid w:val="003E1941"/>
    <w:rsid w:val="003E2FE6"/>
    <w:rsid w:val="003E49D5"/>
    <w:rsid w:val="003F38C0"/>
    <w:rsid w:val="00403497"/>
    <w:rsid w:val="0040414E"/>
    <w:rsid w:val="00414E3C"/>
    <w:rsid w:val="0042244A"/>
    <w:rsid w:val="0042745A"/>
    <w:rsid w:val="00431D5C"/>
    <w:rsid w:val="004362C6"/>
    <w:rsid w:val="00437FA2"/>
    <w:rsid w:val="00445970"/>
    <w:rsid w:val="0045727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5D2"/>
    <w:rsid w:val="004968E2"/>
    <w:rsid w:val="004A3EEA"/>
    <w:rsid w:val="004A4D1F"/>
    <w:rsid w:val="004C553C"/>
    <w:rsid w:val="004D5282"/>
    <w:rsid w:val="004E4A06"/>
    <w:rsid w:val="004F1551"/>
    <w:rsid w:val="004F55A3"/>
    <w:rsid w:val="0050496F"/>
    <w:rsid w:val="00507D87"/>
    <w:rsid w:val="00513B6F"/>
    <w:rsid w:val="00517C63"/>
    <w:rsid w:val="00520925"/>
    <w:rsid w:val="00524936"/>
    <w:rsid w:val="00526C94"/>
    <w:rsid w:val="005363C4"/>
    <w:rsid w:val="00536BDE"/>
    <w:rsid w:val="005405E7"/>
    <w:rsid w:val="00543ACC"/>
    <w:rsid w:val="005578A7"/>
    <w:rsid w:val="0056696D"/>
    <w:rsid w:val="00573EF9"/>
    <w:rsid w:val="00575D82"/>
    <w:rsid w:val="00581C0B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7D6"/>
    <w:rsid w:val="00627FC9"/>
    <w:rsid w:val="00647FA8"/>
    <w:rsid w:val="00650C5F"/>
    <w:rsid w:val="00654934"/>
    <w:rsid w:val="006620D9"/>
    <w:rsid w:val="006622D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B38"/>
    <w:rsid w:val="00706544"/>
    <w:rsid w:val="007072BA"/>
    <w:rsid w:val="00713E91"/>
    <w:rsid w:val="0071620A"/>
    <w:rsid w:val="00724677"/>
    <w:rsid w:val="00725459"/>
    <w:rsid w:val="007311E5"/>
    <w:rsid w:val="007327BD"/>
    <w:rsid w:val="00734608"/>
    <w:rsid w:val="007359CD"/>
    <w:rsid w:val="00745302"/>
    <w:rsid w:val="007461D6"/>
    <w:rsid w:val="00746EC8"/>
    <w:rsid w:val="00763BF1"/>
    <w:rsid w:val="00766FD4"/>
    <w:rsid w:val="00771C66"/>
    <w:rsid w:val="0078168C"/>
    <w:rsid w:val="00787C2A"/>
    <w:rsid w:val="00790E27"/>
    <w:rsid w:val="007A4022"/>
    <w:rsid w:val="007A6E6E"/>
    <w:rsid w:val="007B57FB"/>
    <w:rsid w:val="007C3299"/>
    <w:rsid w:val="007C3BCC"/>
    <w:rsid w:val="007C4546"/>
    <w:rsid w:val="007D6E56"/>
    <w:rsid w:val="007F1652"/>
    <w:rsid w:val="007F4155"/>
    <w:rsid w:val="0080280B"/>
    <w:rsid w:val="0081554D"/>
    <w:rsid w:val="0081707E"/>
    <w:rsid w:val="00830863"/>
    <w:rsid w:val="008449B3"/>
    <w:rsid w:val="0085747A"/>
    <w:rsid w:val="00863692"/>
    <w:rsid w:val="008770D9"/>
    <w:rsid w:val="00884922"/>
    <w:rsid w:val="00885F64"/>
    <w:rsid w:val="008917F9"/>
    <w:rsid w:val="008A45F7"/>
    <w:rsid w:val="008B3B7C"/>
    <w:rsid w:val="008C0360"/>
    <w:rsid w:val="008C0CC0"/>
    <w:rsid w:val="008C19A9"/>
    <w:rsid w:val="008C379D"/>
    <w:rsid w:val="008C4394"/>
    <w:rsid w:val="008C5147"/>
    <w:rsid w:val="008C5359"/>
    <w:rsid w:val="008C5363"/>
    <w:rsid w:val="008D3DFB"/>
    <w:rsid w:val="008E64F4"/>
    <w:rsid w:val="008F12C9"/>
    <w:rsid w:val="008F6E29"/>
    <w:rsid w:val="00916188"/>
    <w:rsid w:val="0092344D"/>
    <w:rsid w:val="00923D7D"/>
    <w:rsid w:val="009508DF"/>
    <w:rsid w:val="00950DAC"/>
    <w:rsid w:val="00954A07"/>
    <w:rsid w:val="00974517"/>
    <w:rsid w:val="00997F14"/>
    <w:rsid w:val="009A07E4"/>
    <w:rsid w:val="009A78D9"/>
    <w:rsid w:val="009C1331"/>
    <w:rsid w:val="009C2D79"/>
    <w:rsid w:val="009C3E31"/>
    <w:rsid w:val="009C54AE"/>
    <w:rsid w:val="009C788E"/>
    <w:rsid w:val="009E3B41"/>
    <w:rsid w:val="009F3C5C"/>
    <w:rsid w:val="009F4610"/>
    <w:rsid w:val="00A00ECC"/>
    <w:rsid w:val="00A10EBC"/>
    <w:rsid w:val="00A15204"/>
    <w:rsid w:val="00A155EE"/>
    <w:rsid w:val="00A16118"/>
    <w:rsid w:val="00A2245B"/>
    <w:rsid w:val="00A30110"/>
    <w:rsid w:val="00A36899"/>
    <w:rsid w:val="00A371F6"/>
    <w:rsid w:val="00A40DD1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948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07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C9C"/>
    <w:rsid w:val="00BB520A"/>
    <w:rsid w:val="00BC306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02"/>
    <w:rsid w:val="00C53F1F"/>
    <w:rsid w:val="00C56036"/>
    <w:rsid w:val="00C61DC5"/>
    <w:rsid w:val="00C67E92"/>
    <w:rsid w:val="00C70A26"/>
    <w:rsid w:val="00C766DF"/>
    <w:rsid w:val="00C91279"/>
    <w:rsid w:val="00C94B98"/>
    <w:rsid w:val="00C97F1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EC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196"/>
    <w:rsid w:val="00DA2114"/>
    <w:rsid w:val="00DE09C0"/>
    <w:rsid w:val="00DE4A14"/>
    <w:rsid w:val="00DF320D"/>
    <w:rsid w:val="00DF71C8"/>
    <w:rsid w:val="00E025E4"/>
    <w:rsid w:val="00E0482A"/>
    <w:rsid w:val="00E129B8"/>
    <w:rsid w:val="00E14938"/>
    <w:rsid w:val="00E21E7D"/>
    <w:rsid w:val="00E22FBC"/>
    <w:rsid w:val="00E24BF5"/>
    <w:rsid w:val="00E25338"/>
    <w:rsid w:val="00E51E44"/>
    <w:rsid w:val="00E54E92"/>
    <w:rsid w:val="00E63348"/>
    <w:rsid w:val="00E753E1"/>
    <w:rsid w:val="00E77E88"/>
    <w:rsid w:val="00E801FF"/>
    <w:rsid w:val="00E8107D"/>
    <w:rsid w:val="00E919C3"/>
    <w:rsid w:val="00E94ECC"/>
    <w:rsid w:val="00E960BB"/>
    <w:rsid w:val="00EA2074"/>
    <w:rsid w:val="00EA4832"/>
    <w:rsid w:val="00EA4E9D"/>
    <w:rsid w:val="00EA5995"/>
    <w:rsid w:val="00EC4899"/>
    <w:rsid w:val="00EC4DEE"/>
    <w:rsid w:val="00EC585A"/>
    <w:rsid w:val="00ED03AB"/>
    <w:rsid w:val="00ED32D2"/>
    <w:rsid w:val="00EE32DE"/>
    <w:rsid w:val="00EE3837"/>
    <w:rsid w:val="00EE5457"/>
    <w:rsid w:val="00EF5A81"/>
    <w:rsid w:val="00F070AB"/>
    <w:rsid w:val="00F17567"/>
    <w:rsid w:val="00F23B80"/>
    <w:rsid w:val="00F27A7B"/>
    <w:rsid w:val="00F31DDD"/>
    <w:rsid w:val="00F32D27"/>
    <w:rsid w:val="00F526AF"/>
    <w:rsid w:val="00F617C3"/>
    <w:rsid w:val="00F7066B"/>
    <w:rsid w:val="00F82AD9"/>
    <w:rsid w:val="00F83B28"/>
    <w:rsid w:val="00F9170A"/>
    <w:rsid w:val="00FA46E5"/>
    <w:rsid w:val="00FB2241"/>
    <w:rsid w:val="00FB7DBA"/>
    <w:rsid w:val="00FC1C25"/>
    <w:rsid w:val="00FC3F45"/>
    <w:rsid w:val="00FD503F"/>
    <w:rsid w:val="00FD7589"/>
    <w:rsid w:val="00FD7CD5"/>
    <w:rsid w:val="00FE2EF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E15DF"/>
  <w15:docId w15:val="{7BA11A31-1D23-49CB-B0E7-8C020782F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4936"/>
    <w:rPr>
      <w:b/>
      <w:bCs/>
    </w:rPr>
  </w:style>
  <w:style w:type="character" w:styleId="Uwydatnienie">
    <w:name w:val="Emphasis"/>
    <w:basedOn w:val="Domylnaczcionkaakapitu"/>
    <w:uiPriority w:val="20"/>
    <w:qFormat/>
    <w:rsid w:val="005249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55BD4-2F60-4B46-B392-BB0075161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816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Hallada</cp:lastModifiedBy>
  <cp:revision>2</cp:revision>
  <cp:lastPrinted>2020-01-14T11:06:00Z</cp:lastPrinted>
  <dcterms:created xsi:type="dcterms:W3CDTF">2024-09-15T13:51:00Z</dcterms:created>
  <dcterms:modified xsi:type="dcterms:W3CDTF">2024-09-15T13:51:00Z</dcterms:modified>
</cp:coreProperties>
</file>